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E47" w:rsidRPr="00173D67" w:rsidRDefault="00BE1E47" w:rsidP="00BE1E47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 xml:space="preserve">Functional Skills </w:t>
      </w:r>
      <w:r w:rsidR="002F6538">
        <w:rPr>
          <w:rFonts w:ascii="Verdana" w:hAnsi="Verdana"/>
          <w:sz w:val="28"/>
          <w:szCs w:val="28"/>
        </w:rPr>
        <w:t>Information and Communication Technology</w:t>
      </w:r>
      <w:r w:rsidR="0094293F">
        <w:rPr>
          <w:rFonts w:ascii="Verdana" w:hAnsi="Verdana"/>
          <w:sz w:val="28"/>
          <w:szCs w:val="28"/>
        </w:rPr>
        <w:t xml:space="preserve"> </w:t>
      </w:r>
    </w:p>
    <w:p w:rsidR="00E75ED4" w:rsidRDefault="00E75ED4" w:rsidP="00E75ED4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94293F" w:rsidRPr="00173D67" w:rsidRDefault="0094293F" w:rsidP="00E75ED4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Entry 3: Set 2</w:t>
      </w:r>
    </w:p>
    <w:p w:rsidR="00BE1E47" w:rsidRPr="00173D67" w:rsidRDefault="00BE1E47" w:rsidP="00BE1E47">
      <w:pPr>
        <w:pStyle w:val="bodyheader"/>
        <w:rPr>
          <w:rFonts w:ascii="Verdana" w:hAnsi="Verdana"/>
          <w:sz w:val="20"/>
          <w:szCs w:val="20"/>
        </w:rPr>
      </w:pPr>
      <w:r w:rsidRPr="00173D67">
        <w:rPr>
          <w:rFonts w:ascii="Verdana" w:hAnsi="Verdana"/>
          <w:sz w:val="20"/>
          <w:szCs w:val="20"/>
        </w:rPr>
        <w:t>Please co</w:t>
      </w:r>
      <w:r w:rsidR="00B720B0">
        <w:rPr>
          <w:rFonts w:ascii="Verdana" w:hAnsi="Verdana"/>
          <w:sz w:val="20"/>
          <w:szCs w:val="20"/>
        </w:rPr>
        <w:t>mplete the following</w:t>
      </w:r>
      <w:r w:rsidRPr="00173D67">
        <w:rPr>
          <w:rFonts w:ascii="Verdana" w:hAnsi="Verdana"/>
          <w:sz w:val="20"/>
          <w:szCs w:val="20"/>
        </w:rPr>
        <w:t xml:space="preserve">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2357F6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3A7C42" w:rsidP="002357F6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2357F6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B720B0" w:rsidP="002357F6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Candidate</w:t>
            </w:r>
            <w:r w:rsidR="003A7C42">
              <w:rPr>
                <w:rStyle w:val="bodyheaderChar"/>
                <w:rFonts w:ascii="Verdana" w:hAnsi="Verdana"/>
                <w:sz w:val="20"/>
                <w:szCs w:val="20"/>
              </w:rPr>
              <w:t xml:space="preserve">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720B0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The learner</w:t>
      </w:r>
      <w:r w:rsidR="00BE1E47" w:rsidRPr="00173D67">
        <w:rPr>
          <w:rFonts w:ascii="Verdana" w:hAnsi="Verdana"/>
          <w:szCs w:val="20"/>
        </w:rPr>
        <w:t xml:space="preserve"> must </w:t>
      </w:r>
      <w:r w:rsidR="00C644B7">
        <w:rPr>
          <w:rFonts w:ascii="Verdana" w:hAnsi="Verdana"/>
          <w:szCs w:val="20"/>
        </w:rPr>
        <w:t>complete all</w:t>
      </w:r>
      <w:r w:rsidR="00D27D3A">
        <w:rPr>
          <w:rFonts w:ascii="Verdana" w:hAnsi="Verdana"/>
          <w:szCs w:val="20"/>
        </w:rPr>
        <w:t xml:space="preserve"> parts of the</w:t>
      </w:r>
      <w:r w:rsidR="002F6538">
        <w:rPr>
          <w:rFonts w:ascii="Verdana" w:hAnsi="Verdana"/>
          <w:szCs w:val="20"/>
        </w:rPr>
        <w:t xml:space="preserve"> task </w:t>
      </w:r>
      <w:r w:rsidR="00C644B7">
        <w:rPr>
          <w:rFonts w:ascii="Verdana" w:hAnsi="Verdana"/>
          <w:szCs w:val="20"/>
        </w:rPr>
        <w:t>at</w:t>
      </w:r>
      <w:r w:rsidR="00BE1E47" w:rsidRPr="00173D67">
        <w:rPr>
          <w:rFonts w:ascii="Verdana" w:hAnsi="Verdana"/>
          <w:szCs w:val="20"/>
        </w:rPr>
        <w:t xml:space="preserve"> </w:t>
      </w:r>
      <w:r w:rsidR="00C644B7">
        <w:rPr>
          <w:rFonts w:ascii="Verdana" w:hAnsi="Verdana"/>
          <w:szCs w:val="20"/>
        </w:rPr>
        <w:t>E</w:t>
      </w:r>
      <w:r w:rsidR="006258AC">
        <w:rPr>
          <w:rFonts w:ascii="Verdana" w:hAnsi="Verdana"/>
          <w:szCs w:val="20"/>
        </w:rPr>
        <w:t xml:space="preserve">ntry </w:t>
      </w:r>
      <w:r w:rsidR="00010589">
        <w:rPr>
          <w:rFonts w:ascii="Verdana" w:hAnsi="Verdana"/>
          <w:szCs w:val="20"/>
        </w:rPr>
        <w:t>3</w:t>
      </w:r>
      <w:r w:rsidR="00BE1E47" w:rsidRPr="00173D67">
        <w:rPr>
          <w:rFonts w:ascii="Verdana" w:hAnsi="Verdana"/>
          <w:szCs w:val="20"/>
        </w:rPr>
        <w:t>.</w:t>
      </w:r>
      <w:r w:rsidR="00C54420">
        <w:rPr>
          <w:rFonts w:ascii="Verdana" w:hAnsi="Verdana"/>
          <w:szCs w:val="20"/>
        </w:rPr>
        <w:t xml:space="preserve"> All </w:t>
      </w:r>
      <w:r>
        <w:rPr>
          <w:rFonts w:ascii="Verdana" w:hAnsi="Verdana"/>
          <w:szCs w:val="20"/>
        </w:rPr>
        <w:t xml:space="preserve">their </w:t>
      </w:r>
      <w:r w:rsidR="00C54420">
        <w:rPr>
          <w:rFonts w:ascii="Verdana" w:hAnsi="Verdana"/>
          <w:szCs w:val="20"/>
        </w:rPr>
        <w:t>p</w:t>
      </w:r>
      <w:r w:rsidR="002F6538">
        <w:rPr>
          <w:rFonts w:ascii="Verdana" w:hAnsi="Verdana"/>
          <w:szCs w:val="20"/>
        </w:rPr>
        <w:t xml:space="preserve">rintouts </w:t>
      </w:r>
      <w:r w:rsidR="00BE1E47" w:rsidRPr="00173D67">
        <w:rPr>
          <w:rFonts w:ascii="Verdana" w:hAnsi="Verdana"/>
          <w:szCs w:val="20"/>
        </w:rPr>
        <w:t>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1809"/>
        <w:gridCol w:w="2127"/>
        <w:gridCol w:w="2126"/>
        <w:gridCol w:w="1843"/>
        <w:gridCol w:w="1275"/>
        <w:gridCol w:w="788"/>
      </w:tblGrid>
      <w:tr w:rsidR="00104074" w:rsidRPr="00173D67" w:rsidTr="00010589">
        <w:tc>
          <w:tcPr>
            <w:tcW w:w="7905" w:type="dxa"/>
            <w:gridSpan w:val="4"/>
          </w:tcPr>
          <w:p w:rsidR="00104074" w:rsidRPr="00173D67" w:rsidRDefault="00104074" w:rsidP="00DB6025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 xml:space="preserve">Date(s) </w:t>
            </w:r>
            <w:r w:rsidR="00DB6025">
              <w:rPr>
                <w:rFonts w:ascii="Verdana" w:hAnsi="Verdana"/>
                <w:sz w:val="20"/>
                <w:szCs w:val="20"/>
              </w:rPr>
              <w:t>t</w:t>
            </w:r>
            <w:r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  <w:tc>
          <w:tcPr>
            <w:tcW w:w="2063" w:type="dxa"/>
            <w:gridSpan w:val="2"/>
          </w:tcPr>
          <w:p w:rsidR="00104074" w:rsidRPr="00173D67" w:rsidRDefault="00104074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104074" w:rsidRPr="00173D67" w:rsidTr="00010589">
        <w:trPr>
          <w:trHeight w:val="586"/>
        </w:trPr>
        <w:tc>
          <w:tcPr>
            <w:tcW w:w="1809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04074" w:rsidRDefault="00104074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Getting ready</w:t>
            </w:r>
            <w:r w:rsidR="006E4A0A">
              <w:rPr>
                <w:rFonts w:ascii="Verdana" w:hAnsi="Verdana"/>
                <w:sz w:val="20"/>
                <w:szCs w:val="20"/>
              </w:rPr>
              <w:t xml:space="preserve"> m</w:t>
            </w:r>
            <w:r w:rsidR="00B720B0">
              <w:rPr>
                <w:rFonts w:ascii="Verdana" w:hAnsi="Verdana"/>
                <w:sz w:val="20"/>
                <w:szCs w:val="20"/>
              </w:rPr>
              <w:t>ark</w:t>
            </w:r>
            <w:r w:rsidRPr="00173D67">
              <w:rPr>
                <w:rFonts w:ascii="Verdana" w:hAnsi="Verdana"/>
                <w:sz w:val="20"/>
                <w:szCs w:val="20"/>
              </w:rPr>
              <w:t>:</w:t>
            </w:r>
          </w:p>
          <w:p w:rsidR="0047791F" w:rsidRPr="00173D67" w:rsidRDefault="0047791F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:rsidR="001D339F" w:rsidRDefault="001D339F" w:rsidP="006258AC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  <w:p w:rsidR="00104074" w:rsidRPr="00173D67" w:rsidRDefault="00104074" w:rsidP="006258AC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04074" w:rsidRDefault="006E4A0A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During the t</w:t>
            </w:r>
            <w:r w:rsidR="00104074">
              <w:rPr>
                <w:rFonts w:ascii="Verdana" w:hAnsi="Verdana"/>
                <w:sz w:val="20"/>
                <w:szCs w:val="20"/>
              </w:rPr>
              <w:t>ask</w:t>
            </w:r>
            <w:r>
              <w:rPr>
                <w:rFonts w:ascii="Verdana" w:hAnsi="Verdana"/>
                <w:sz w:val="20"/>
                <w:szCs w:val="20"/>
              </w:rPr>
              <w:t xml:space="preserve"> m</w:t>
            </w:r>
            <w:r w:rsidR="00B720B0">
              <w:rPr>
                <w:rFonts w:ascii="Verdana" w:hAnsi="Verdana"/>
                <w:sz w:val="20"/>
                <w:szCs w:val="20"/>
              </w:rPr>
              <w:t>ark</w:t>
            </w:r>
            <w:r w:rsidR="00104074" w:rsidRPr="00173D67">
              <w:rPr>
                <w:rFonts w:ascii="Verdana" w:hAnsi="Verdana"/>
                <w:sz w:val="20"/>
                <w:szCs w:val="20"/>
              </w:rPr>
              <w:t>:</w:t>
            </w:r>
          </w:p>
          <w:p w:rsidR="0047791F" w:rsidRDefault="0047791F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:rsidR="001D339F" w:rsidRPr="00173D67" w:rsidRDefault="001D339F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:rsidR="00104074" w:rsidRPr="00173D67" w:rsidRDefault="00104074" w:rsidP="006258AC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47791F" w:rsidRPr="00173D67" w:rsidRDefault="006E4A0A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 out the</w:t>
            </w:r>
            <w:r w:rsidR="00A36802">
              <w:rPr>
                <w:rFonts w:ascii="Verdana" w:hAnsi="Verdana"/>
                <w:sz w:val="20"/>
                <w:szCs w:val="20"/>
              </w:rPr>
              <w:t xml:space="preserve"> total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74A4">
              <w:rPr>
                <w:rFonts w:ascii="Verdana" w:hAnsi="Verdana"/>
                <w:sz w:val="20"/>
                <w:szCs w:val="20"/>
              </w:rPr>
              <w:t>c</w:t>
            </w:r>
            <w:r w:rsidR="00A36802">
              <w:rPr>
                <w:rFonts w:ascii="Verdana" w:hAnsi="Verdana"/>
                <w:sz w:val="20"/>
                <w:szCs w:val="20"/>
              </w:rPr>
              <w:t>ost</w:t>
            </w:r>
            <w:r w:rsidR="00531E9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B720B0">
              <w:rPr>
                <w:rFonts w:ascii="Verdana" w:hAnsi="Verdana"/>
                <w:sz w:val="20"/>
                <w:szCs w:val="20"/>
              </w:rPr>
              <w:t>ark</w:t>
            </w:r>
            <w:r w:rsidR="00104074" w:rsidRPr="00173D67">
              <w:rPr>
                <w:rFonts w:ascii="Verdana" w:hAnsi="Verdana"/>
                <w:sz w:val="20"/>
                <w:szCs w:val="20"/>
              </w:rPr>
              <w:t>:</w:t>
            </w:r>
          </w:p>
          <w:p w:rsidR="001F679D" w:rsidRDefault="001F679D" w:rsidP="006258AC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  <w:p w:rsidR="001F679D" w:rsidRDefault="001F679D" w:rsidP="006258AC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  <w:p w:rsidR="00104074" w:rsidRPr="00173D67" w:rsidRDefault="00104074" w:rsidP="006258AC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6E4A0A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104074" w:rsidRDefault="00AE11F9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Finish the advert mark</w:t>
            </w:r>
            <w:r w:rsidR="00104074">
              <w:rPr>
                <w:rFonts w:ascii="Verdana" w:hAnsi="Verdana"/>
                <w:sz w:val="20"/>
                <w:szCs w:val="20"/>
              </w:rPr>
              <w:t>:</w:t>
            </w:r>
          </w:p>
          <w:p w:rsidR="001D339F" w:rsidRDefault="001D339F" w:rsidP="00104074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  <w:p w:rsidR="001D339F" w:rsidRDefault="001D339F" w:rsidP="00104074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  <w:p w:rsidR="00104074" w:rsidRDefault="00104074" w:rsidP="00104074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/18</w:t>
            </w:r>
          </w:p>
        </w:tc>
        <w:tc>
          <w:tcPr>
            <w:tcW w:w="2063" w:type="dxa"/>
            <w:gridSpan w:val="2"/>
          </w:tcPr>
          <w:p w:rsidR="00104074" w:rsidRDefault="006E4A0A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Send a message m</w:t>
            </w:r>
            <w:r w:rsidR="00B720B0">
              <w:rPr>
                <w:rFonts w:ascii="Verdana" w:hAnsi="Verdana"/>
                <w:sz w:val="20"/>
                <w:szCs w:val="20"/>
              </w:rPr>
              <w:t>ark</w:t>
            </w:r>
            <w:r w:rsidR="00104074">
              <w:rPr>
                <w:rFonts w:ascii="Verdana" w:hAnsi="Verdana"/>
                <w:sz w:val="20"/>
                <w:szCs w:val="20"/>
              </w:rPr>
              <w:t>:</w:t>
            </w:r>
          </w:p>
          <w:p w:rsidR="0047791F" w:rsidRDefault="0047791F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:rsidR="001D339F" w:rsidRDefault="001D339F" w:rsidP="00010589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  <w:p w:rsidR="00010589" w:rsidRDefault="00010589" w:rsidP="00010589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/9</w:t>
            </w:r>
          </w:p>
        </w:tc>
      </w:tr>
      <w:tr w:rsidR="00104074" w:rsidRPr="00173D67" w:rsidTr="00010589">
        <w:trPr>
          <w:trHeight w:val="934"/>
        </w:trPr>
        <w:tc>
          <w:tcPr>
            <w:tcW w:w="6062" w:type="dxa"/>
            <w:gridSpan w:val="3"/>
            <w:shd w:val="clear" w:color="auto" w:fill="E0E0E0"/>
          </w:tcPr>
          <w:p w:rsidR="00104074" w:rsidRPr="00104074" w:rsidRDefault="00104074" w:rsidP="00010589">
            <w:pPr>
              <w:pStyle w:val="bodyheader"/>
              <w:rPr>
                <w:rFonts w:ascii="Verdana" w:hAnsi="Verdana"/>
                <w:b w:val="0"/>
                <w:sz w:val="20"/>
                <w:szCs w:val="20"/>
              </w:rPr>
            </w:pPr>
            <w:r w:rsidRPr="00104074">
              <w:rPr>
                <w:rFonts w:ascii="Verdana" w:hAnsi="Verdana"/>
                <w:b w:val="0"/>
                <w:sz w:val="20"/>
                <w:szCs w:val="20"/>
              </w:rPr>
              <w:t xml:space="preserve">The pass percentage is 75%. To pass at Entry </w:t>
            </w:r>
            <w:r w:rsidR="00010589">
              <w:rPr>
                <w:rFonts w:ascii="Verdana" w:hAnsi="Verdana"/>
                <w:b w:val="0"/>
                <w:sz w:val="20"/>
                <w:szCs w:val="20"/>
              </w:rPr>
              <w:t>3</w:t>
            </w:r>
            <w:r w:rsidRPr="00104074">
              <w:rPr>
                <w:rFonts w:ascii="Verdana" w:hAnsi="Verdana"/>
                <w:b w:val="0"/>
                <w:sz w:val="20"/>
                <w:szCs w:val="20"/>
              </w:rPr>
              <w:t xml:space="preserve"> the learner must score at least </w:t>
            </w:r>
            <w:r w:rsidR="00010589">
              <w:rPr>
                <w:rFonts w:ascii="Verdana" w:hAnsi="Verdana"/>
                <w:b w:val="0"/>
                <w:sz w:val="20"/>
                <w:szCs w:val="20"/>
              </w:rPr>
              <w:t>30 marks out of the available 4</w:t>
            </w:r>
            <w:r w:rsidRPr="00104074">
              <w:rPr>
                <w:rFonts w:ascii="Verdana" w:hAnsi="Verdana"/>
                <w:b w:val="0"/>
                <w:sz w:val="20"/>
                <w:szCs w:val="20"/>
              </w:rPr>
              <w:t>0 across the three parts.</w:t>
            </w:r>
          </w:p>
        </w:tc>
        <w:tc>
          <w:tcPr>
            <w:tcW w:w="3906" w:type="dxa"/>
            <w:gridSpan w:val="3"/>
          </w:tcPr>
          <w:p w:rsidR="00104074" w:rsidRDefault="00104074" w:rsidP="00104074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 xml:space="preserve">Total </w:t>
            </w:r>
            <w:r w:rsidR="00DB6025">
              <w:rPr>
                <w:rFonts w:ascii="Verdana" w:hAnsi="Verdana"/>
                <w:sz w:val="20"/>
                <w:szCs w:val="20"/>
              </w:rPr>
              <w:t>m</w:t>
            </w:r>
            <w:r w:rsidRPr="00173D67">
              <w:rPr>
                <w:rFonts w:ascii="Verdana" w:hAnsi="Verdana"/>
                <w:sz w:val="20"/>
                <w:szCs w:val="20"/>
              </w:rPr>
              <w:t xml:space="preserve">ark achieved: </w:t>
            </w:r>
          </w:p>
          <w:p w:rsidR="00104074" w:rsidRPr="00173D67" w:rsidRDefault="00104074" w:rsidP="00010589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010589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E038D9" w:rsidRPr="00173D67" w:rsidTr="00E038D9">
        <w:trPr>
          <w:trHeight w:val="471"/>
        </w:trPr>
        <w:tc>
          <w:tcPr>
            <w:tcW w:w="9180" w:type="dxa"/>
            <w:gridSpan w:val="5"/>
            <w:tcBorders>
              <w:top w:val="single" w:sz="6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auto"/>
          </w:tcPr>
          <w:p w:rsidR="00E038D9" w:rsidRPr="00E038D9" w:rsidRDefault="00E038D9" w:rsidP="00E038D9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E038D9">
              <w:rPr>
                <w:rFonts w:ascii="Verdana" w:hAnsi="Verdana"/>
                <w:sz w:val="20"/>
                <w:szCs w:val="20"/>
              </w:rPr>
              <w:t>Please tick box if the learner has achieved Entry 3</w:t>
            </w:r>
          </w:p>
        </w:tc>
        <w:tc>
          <w:tcPr>
            <w:tcW w:w="788" w:type="dxa"/>
            <w:tcBorders>
              <w:top w:val="single" w:sz="6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auto"/>
          </w:tcPr>
          <w:p w:rsidR="00E038D9" w:rsidRPr="00E038D9" w:rsidRDefault="00E038D9" w:rsidP="00E038D9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E038D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038D9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F679D">
              <w:rPr>
                <w:rFonts w:ascii="Verdana" w:hAnsi="Verdana"/>
                <w:sz w:val="20"/>
                <w:szCs w:val="20"/>
              </w:rPr>
            </w:r>
            <w:r w:rsidR="001F679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E038D9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BE1E47" w:rsidRDefault="00BE1E47" w:rsidP="00BE1E47">
      <w:pPr>
        <w:pStyle w:val="Bodytext0"/>
        <w:rPr>
          <w:rFonts w:ascii="Verdana" w:hAnsi="Verdana"/>
          <w:szCs w:val="20"/>
        </w:rPr>
      </w:pPr>
    </w:p>
    <w:p w:rsidR="00E038D9" w:rsidRDefault="00E038D9" w:rsidP="00BE1E47">
      <w:pPr>
        <w:pStyle w:val="Bodytext0"/>
        <w:rPr>
          <w:rFonts w:ascii="Verdana" w:hAnsi="Verdana"/>
          <w:szCs w:val="20"/>
        </w:rPr>
      </w:pPr>
    </w:p>
    <w:p w:rsidR="00E038D9" w:rsidRDefault="00E038D9" w:rsidP="00E038D9">
      <w:pPr>
        <w:pStyle w:val="Bodytext0"/>
        <w:rPr>
          <w:rFonts w:ascii="Verdana" w:hAnsi="Verdana"/>
          <w:szCs w:val="20"/>
        </w:rPr>
      </w:pPr>
      <w:r w:rsidRPr="00583287">
        <w:rPr>
          <w:rFonts w:ascii="Verdana" w:hAnsi="Verdana"/>
          <w:szCs w:val="20"/>
        </w:rPr>
        <w:t xml:space="preserve">I confirm that the candidate has </w:t>
      </w:r>
      <w:r w:rsidRPr="00C902C8">
        <w:rPr>
          <w:rFonts w:ascii="Verdana" w:hAnsi="Verdana"/>
          <w:b/>
          <w:szCs w:val="20"/>
        </w:rPr>
        <w:t>independently</w:t>
      </w:r>
      <w:r w:rsidRPr="00583287">
        <w:rPr>
          <w:rFonts w:ascii="Verdana" w:hAnsi="Verdana"/>
          <w:szCs w:val="20"/>
        </w:rPr>
        <w:t xml:space="preserve"> met the following requirements:</w:t>
      </w:r>
    </w:p>
    <w:p w:rsidR="00E038D9" w:rsidRDefault="00E038D9" w:rsidP="00E038D9">
      <w:pPr>
        <w:pStyle w:val="Bodytext0"/>
        <w:rPr>
          <w:rFonts w:ascii="Verdana" w:hAnsi="Verdana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4113"/>
        <w:gridCol w:w="1559"/>
        <w:gridCol w:w="1559"/>
      </w:tblGrid>
      <w:tr w:rsidR="00E038D9" w:rsidTr="009954CE">
        <w:tc>
          <w:tcPr>
            <w:tcW w:w="1949" w:type="dxa"/>
            <w:vMerge w:val="restart"/>
            <w:shd w:val="clear" w:color="auto" w:fill="auto"/>
          </w:tcPr>
          <w:p w:rsidR="00E038D9" w:rsidRPr="007F1801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</w:p>
        </w:tc>
        <w:tc>
          <w:tcPr>
            <w:tcW w:w="4113" w:type="dxa"/>
            <w:vMerge w:val="restart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583287">
              <w:rPr>
                <w:rFonts w:ascii="Verdana" w:hAnsi="Verdana"/>
                <w:b/>
                <w:szCs w:val="20"/>
              </w:rPr>
              <w:t>Task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E038D9" w:rsidRPr="00583287" w:rsidRDefault="00E038D9" w:rsidP="009954CE">
            <w:pPr>
              <w:pStyle w:val="Bodytext0"/>
              <w:jc w:val="center"/>
              <w:rPr>
                <w:rFonts w:ascii="Verdana" w:hAnsi="Verdana"/>
                <w:b/>
                <w:szCs w:val="20"/>
              </w:rPr>
            </w:pPr>
            <w:r w:rsidRPr="00583287">
              <w:rPr>
                <w:rFonts w:ascii="Verdana" w:hAnsi="Verdana"/>
                <w:b/>
                <w:szCs w:val="20"/>
              </w:rPr>
              <w:t>Observed</w:t>
            </w:r>
          </w:p>
        </w:tc>
      </w:tr>
      <w:tr w:rsidR="00E038D9" w:rsidTr="009954CE">
        <w:tc>
          <w:tcPr>
            <w:tcW w:w="1949" w:type="dxa"/>
            <w:vMerge/>
            <w:shd w:val="clear" w:color="auto" w:fill="auto"/>
          </w:tcPr>
          <w:p w:rsidR="00E038D9" w:rsidRPr="007F1801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E038D9" w:rsidRPr="007F1801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38D9" w:rsidRPr="00583287" w:rsidRDefault="00E038D9" w:rsidP="0094293F">
            <w:pPr>
              <w:pStyle w:val="Bodytext0"/>
              <w:jc w:val="center"/>
              <w:rPr>
                <w:rFonts w:ascii="Verdana" w:hAnsi="Verdana"/>
                <w:b/>
                <w:szCs w:val="20"/>
              </w:rPr>
            </w:pPr>
            <w:r w:rsidRPr="00583287">
              <w:rPr>
                <w:rFonts w:ascii="Verdana" w:hAnsi="Verdana"/>
                <w:b/>
                <w:szCs w:val="20"/>
              </w:rPr>
              <w:t>Yes</w:t>
            </w:r>
          </w:p>
        </w:tc>
        <w:tc>
          <w:tcPr>
            <w:tcW w:w="1559" w:type="dxa"/>
            <w:shd w:val="clear" w:color="auto" w:fill="auto"/>
          </w:tcPr>
          <w:p w:rsidR="00E038D9" w:rsidRPr="00583287" w:rsidRDefault="00E038D9" w:rsidP="0094293F">
            <w:pPr>
              <w:pStyle w:val="Bodytext0"/>
              <w:jc w:val="center"/>
              <w:rPr>
                <w:rFonts w:ascii="Verdana" w:hAnsi="Verdana"/>
                <w:b/>
                <w:szCs w:val="20"/>
              </w:rPr>
            </w:pPr>
            <w:r w:rsidRPr="00583287">
              <w:rPr>
                <w:rFonts w:ascii="Verdana" w:hAnsi="Verdana"/>
                <w:b/>
                <w:szCs w:val="20"/>
              </w:rPr>
              <w:t>No</w:t>
            </w:r>
          </w:p>
        </w:tc>
      </w:tr>
      <w:tr w:rsidR="00E038D9" w:rsidTr="009954CE">
        <w:tc>
          <w:tcPr>
            <w:tcW w:w="1949" w:type="dxa"/>
            <w:vMerge w:val="restart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583287">
              <w:rPr>
                <w:rFonts w:ascii="Verdana" w:hAnsi="Verdana"/>
                <w:b/>
                <w:szCs w:val="20"/>
              </w:rPr>
              <w:t>Getting Ready</w:t>
            </w:r>
          </w:p>
        </w:tc>
        <w:tc>
          <w:tcPr>
            <w:tcW w:w="4113" w:type="dxa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  <w:r w:rsidRPr="00583287">
              <w:rPr>
                <w:rFonts w:ascii="Verdana" w:hAnsi="Verdana"/>
                <w:szCs w:val="20"/>
              </w:rPr>
              <w:t xml:space="preserve">Make sure you are sitting comfortably </w:t>
            </w: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</w:tr>
      <w:tr w:rsidR="00E038D9" w:rsidTr="009954CE">
        <w:tc>
          <w:tcPr>
            <w:tcW w:w="1949" w:type="dxa"/>
            <w:vMerge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</w:p>
        </w:tc>
        <w:tc>
          <w:tcPr>
            <w:tcW w:w="4113" w:type="dxa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  <w:r w:rsidRPr="00583287">
              <w:rPr>
                <w:rFonts w:ascii="Verdana" w:hAnsi="Verdana"/>
                <w:szCs w:val="20"/>
              </w:rPr>
              <w:t xml:space="preserve">Make sure you work safely at all times during the task </w:t>
            </w: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</w:tr>
      <w:tr w:rsidR="00E038D9" w:rsidTr="009954CE">
        <w:tc>
          <w:tcPr>
            <w:tcW w:w="1949" w:type="dxa"/>
            <w:vMerge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</w:p>
        </w:tc>
        <w:tc>
          <w:tcPr>
            <w:tcW w:w="4113" w:type="dxa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  <w:r w:rsidRPr="00583287">
              <w:rPr>
                <w:rFonts w:ascii="Verdana" w:hAnsi="Verdana"/>
                <w:szCs w:val="20"/>
              </w:rPr>
              <w:t xml:space="preserve">Start the computer system </w:t>
            </w: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</w:tr>
      <w:tr w:rsidR="00E038D9" w:rsidTr="009954CE">
        <w:tc>
          <w:tcPr>
            <w:tcW w:w="1949" w:type="dxa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583287">
              <w:rPr>
                <w:rFonts w:ascii="Verdana" w:hAnsi="Verdana"/>
                <w:b/>
                <w:szCs w:val="20"/>
              </w:rPr>
              <w:t>During the Task</w:t>
            </w:r>
          </w:p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</w:p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</w:p>
        </w:tc>
        <w:tc>
          <w:tcPr>
            <w:tcW w:w="4113" w:type="dxa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  <w:r w:rsidRPr="00583287">
              <w:rPr>
                <w:rFonts w:ascii="Verdana" w:hAnsi="Verdana"/>
                <w:szCs w:val="20"/>
              </w:rPr>
              <w:t>Opening and saving files:</w:t>
            </w:r>
          </w:p>
          <w:p w:rsidR="00E038D9" w:rsidRPr="00583287" w:rsidRDefault="00E038D9" w:rsidP="009954CE">
            <w:pPr>
              <w:pStyle w:val="Bodytext0"/>
              <w:numPr>
                <w:ilvl w:val="0"/>
                <w:numId w:val="11"/>
              </w:numPr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o</w:t>
            </w:r>
            <w:r w:rsidRPr="00583287">
              <w:rPr>
                <w:rFonts w:ascii="Verdana" w:hAnsi="Verdana"/>
                <w:szCs w:val="20"/>
              </w:rPr>
              <w:t>pened file</w:t>
            </w:r>
          </w:p>
          <w:p w:rsidR="00E038D9" w:rsidRPr="00583287" w:rsidRDefault="00E038D9" w:rsidP="009954CE">
            <w:pPr>
              <w:pStyle w:val="Bodytext0"/>
              <w:numPr>
                <w:ilvl w:val="0"/>
                <w:numId w:val="11"/>
              </w:numPr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s</w:t>
            </w:r>
            <w:r w:rsidRPr="00583287">
              <w:rPr>
                <w:rFonts w:ascii="Verdana" w:hAnsi="Verdana"/>
                <w:szCs w:val="20"/>
              </w:rPr>
              <w:t>aved file</w:t>
            </w:r>
          </w:p>
          <w:p w:rsidR="00E038D9" w:rsidRPr="00583287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</w:tr>
      <w:tr w:rsidR="00E038D9" w:rsidTr="009954CE">
        <w:tc>
          <w:tcPr>
            <w:tcW w:w="1949" w:type="dxa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</w:p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583287">
              <w:rPr>
                <w:rFonts w:ascii="Verdana" w:hAnsi="Verdana"/>
                <w:b/>
                <w:szCs w:val="20"/>
              </w:rPr>
              <w:t>Finishing off</w:t>
            </w:r>
          </w:p>
        </w:tc>
        <w:tc>
          <w:tcPr>
            <w:tcW w:w="4113" w:type="dxa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  <w:r w:rsidRPr="00583287">
              <w:rPr>
                <w:rFonts w:ascii="Verdana" w:hAnsi="Verdana"/>
                <w:szCs w:val="20"/>
              </w:rPr>
              <w:t>Use the correct procedures to shut down the computer</w:t>
            </w:r>
          </w:p>
        </w:tc>
        <w:tc>
          <w:tcPr>
            <w:tcW w:w="1559" w:type="dxa"/>
            <w:shd w:val="clear" w:color="auto" w:fill="auto"/>
          </w:tcPr>
          <w:p w:rsidR="00E038D9" w:rsidRPr="007F1801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38D9" w:rsidRPr="007F1801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  <w:tr w:rsidR="00E038D9" w:rsidTr="009954CE">
        <w:tc>
          <w:tcPr>
            <w:tcW w:w="1949" w:type="dxa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</w:p>
          <w:p w:rsidR="00E038D9" w:rsidRPr="00583287" w:rsidRDefault="00E038D9" w:rsidP="009954CE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583287">
              <w:rPr>
                <w:rFonts w:ascii="Verdana" w:hAnsi="Verdana"/>
                <w:b/>
                <w:szCs w:val="20"/>
              </w:rPr>
              <w:t>Insert/Remove Media</w:t>
            </w:r>
          </w:p>
        </w:tc>
        <w:tc>
          <w:tcPr>
            <w:tcW w:w="4113" w:type="dxa"/>
            <w:shd w:val="clear" w:color="auto" w:fill="auto"/>
          </w:tcPr>
          <w:p w:rsidR="00E038D9" w:rsidRPr="00583287" w:rsidRDefault="00E038D9" w:rsidP="009954CE">
            <w:pPr>
              <w:pStyle w:val="Bodytext0"/>
              <w:rPr>
                <w:rFonts w:ascii="Verdana" w:hAnsi="Verdana"/>
                <w:szCs w:val="20"/>
              </w:rPr>
            </w:pPr>
            <w:r w:rsidRPr="00583287">
              <w:rPr>
                <w:rFonts w:ascii="Verdana" w:hAnsi="Verdana"/>
                <w:szCs w:val="20"/>
              </w:rPr>
              <w:t>Learner has demonstrated that they know how to:</w:t>
            </w:r>
          </w:p>
          <w:p w:rsidR="00E038D9" w:rsidRPr="00583287" w:rsidRDefault="00E038D9" w:rsidP="00E038D9">
            <w:pPr>
              <w:pStyle w:val="Bodytext0"/>
              <w:numPr>
                <w:ilvl w:val="0"/>
                <w:numId w:val="14"/>
              </w:numPr>
              <w:rPr>
                <w:rFonts w:ascii="Verdana" w:hAnsi="Verdana"/>
                <w:szCs w:val="20"/>
              </w:rPr>
            </w:pPr>
            <w:r w:rsidRPr="00583287">
              <w:rPr>
                <w:rFonts w:ascii="Verdana" w:hAnsi="Verdana"/>
                <w:szCs w:val="20"/>
              </w:rPr>
              <w:t>insert media</w:t>
            </w:r>
          </w:p>
          <w:p w:rsidR="00E038D9" w:rsidRPr="00583287" w:rsidRDefault="00E038D9" w:rsidP="00E038D9">
            <w:pPr>
              <w:pStyle w:val="Bodytext0"/>
              <w:numPr>
                <w:ilvl w:val="0"/>
                <w:numId w:val="14"/>
              </w:numPr>
              <w:rPr>
                <w:rFonts w:ascii="Verdana" w:hAnsi="Verdana"/>
                <w:szCs w:val="20"/>
              </w:rPr>
            </w:pPr>
            <w:r w:rsidRPr="00583287">
              <w:rPr>
                <w:rFonts w:ascii="Verdana" w:hAnsi="Verdana"/>
                <w:szCs w:val="20"/>
              </w:rPr>
              <w:t>remove media</w:t>
            </w:r>
          </w:p>
          <w:p w:rsidR="00E038D9" w:rsidRPr="00583287" w:rsidRDefault="00E038D9" w:rsidP="009954CE">
            <w:pPr>
              <w:pStyle w:val="Bodytext0"/>
              <w:ind w:left="720"/>
              <w:rPr>
                <w:rFonts w:ascii="Verdana" w:hAnsi="Verdana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038D9" w:rsidRPr="008A29B2" w:rsidRDefault="00E038D9" w:rsidP="009954CE">
            <w:pPr>
              <w:pStyle w:val="Bodytext0"/>
              <w:rPr>
                <w:rFonts w:ascii="Verdana" w:hAnsi="Verdana"/>
                <w:szCs w:val="20"/>
                <w:highlight w:val="yellow"/>
              </w:rPr>
            </w:pPr>
          </w:p>
        </w:tc>
      </w:tr>
    </w:tbl>
    <w:p w:rsidR="00E26FA4" w:rsidRDefault="00E26FA4" w:rsidP="00BE1E47">
      <w:pPr>
        <w:pStyle w:val="Bodytext0"/>
        <w:rPr>
          <w:rFonts w:ascii="Verdana" w:hAnsi="Verdana"/>
          <w:szCs w:val="20"/>
        </w:rPr>
      </w:pPr>
    </w:p>
    <w:p w:rsidR="00E038D9" w:rsidRDefault="00E038D9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173D67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E038D9" w:rsidRPr="00173D67" w:rsidRDefault="00E038D9" w:rsidP="00E038D9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Give details of any assistance provided</w:t>
            </w:r>
            <w:r w:rsidRPr="00173D67">
              <w:rPr>
                <w:rFonts w:ascii="Verdana" w:hAnsi="Verdana"/>
                <w:szCs w:val="20"/>
              </w:rPr>
              <w:t xml:space="preserve"> to th</w:t>
            </w:r>
            <w:r>
              <w:rPr>
                <w:rFonts w:ascii="Verdana" w:hAnsi="Verdana"/>
                <w:szCs w:val="20"/>
              </w:rPr>
              <w:t>e learner during the assessment.</w:t>
            </w:r>
          </w:p>
          <w:p w:rsidR="00E038D9" w:rsidRPr="00173D67" w:rsidRDefault="00E038D9" w:rsidP="00E038D9">
            <w:pPr>
              <w:pStyle w:val="Bodytext0"/>
              <w:rPr>
                <w:rFonts w:ascii="Verdana" w:hAnsi="Verdana"/>
                <w:szCs w:val="20"/>
              </w:rPr>
            </w:pPr>
          </w:p>
          <w:p w:rsidR="00E038D9" w:rsidRPr="00173D67" w:rsidRDefault="00E038D9" w:rsidP="00E038D9">
            <w:pPr>
              <w:pStyle w:val="Bodytext0"/>
              <w:rPr>
                <w:rFonts w:ascii="Verdana" w:hAnsi="Verdana"/>
                <w:szCs w:val="20"/>
              </w:rPr>
            </w:pPr>
          </w:p>
          <w:p w:rsidR="00E038D9" w:rsidRPr="00173D67" w:rsidRDefault="00E038D9" w:rsidP="00E038D9">
            <w:pPr>
              <w:pStyle w:val="Bodytext0"/>
              <w:rPr>
                <w:rFonts w:ascii="Verdana" w:hAnsi="Verdana"/>
                <w:szCs w:val="20"/>
              </w:rPr>
            </w:pPr>
          </w:p>
          <w:p w:rsidR="00BE1E47" w:rsidRPr="00173D67" w:rsidRDefault="00E038D9" w:rsidP="00E038D9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(attach another page if you wish to make additional comments)</w:t>
            </w:r>
          </w:p>
        </w:tc>
      </w:tr>
    </w:tbl>
    <w:p w:rsidR="00DF4B15" w:rsidRDefault="00DF4B15" w:rsidP="001C70BB">
      <w:pPr>
        <w:jc w:val="right"/>
        <w:rPr>
          <w:b/>
          <w:szCs w:val="20"/>
        </w:rPr>
      </w:pPr>
    </w:p>
    <w:p w:rsidR="00BE1E47" w:rsidRDefault="00630CAF" w:rsidP="001C70BB">
      <w:pPr>
        <w:jc w:val="right"/>
        <w:rPr>
          <w:b/>
          <w:szCs w:val="20"/>
        </w:rPr>
      </w:pPr>
      <w:r>
        <w:rPr>
          <w:b/>
          <w:szCs w:val="20"/>
        </w:rPr>
        <w:t>PLEASE TURN OVER</w:t>
      </w:r>
    </w:p>
    <w:p w:rsidR="00DF4B15" w:rsidRPr="001C70BB" w:rsidRDefault="00DF4B15" w:rsidP="001C70BB">
      <w:pPr>
        <w:jc w:val="right"/>
        <w:rPr>
          <w:b/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lastRenderedPageBreak/>
        <w:t>I confirm that this learner’s work has been supervised according to the instructions provided, and that it is the learner’s own work.</w:t>
      </w:r>
    </w:p>
    <w:p w:rsidR="00BE1E47" w:rsidRPr="00173D67" w:rsidRDefault="00567EC6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124460</wp:posOffset>
                </wp:positionV>
                <wp:extent cx="2955925" cy="542925"/>
                <wp:effectExtent l="0" t="0" r="15875" b="28575"/>
                <wp:wrapNone/>
                <wp:docPr id="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C42" w:rsidRPr="004D4BA4" w:rsidRDefault="003A7C42" w:rsidP="003A7C42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0" o:spid="_x0000_s1026" style="position:absolute;margin-left:228.95pt;margin-top:9.8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">
                <v:textbox>
                  <w:txbxContent>
                    <w:p w:rsidR="003A7C42" w:rsidRPr="004D4BA4" w:rsidRDefault="003A7C42" w:rsidP="003A7C42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124460</wp:posOffset>
                </wp:positionV>
                <wp:extent cx="2752725" cy="542925"/>
                <wp:effectExtent l="0" t="0" r="28575" b="28575"/>
                <wp:wrapNone/>
                <wp:docPr id="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C42" w:rsidRPr="004D4BA4" w:rsidRDefault="003A7C42" w:rsidP="003A7C42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9" o:spid="_x0000_s1027" style="position:absolute;margin-left:-2.05pt;margin-top:9.8pt;width:216.7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">
                <v:textbox>
                  <w:txbxContent>
                    <w:p w:rsidR="003A7C42" w:rsidRPr="004D4BA4" w:rsidRDefault="003A7C42" w:rsidP="003A7C42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3A7C42" w:rsidRPr="00173D67" w:rsidRDefault="003A7C42" w:rsidP="003A7C42">
      <w:pPr>
        <w:rPr>
          <w:szCs w:val="20"/>
        </w:rPr>
      </w:pPr>
    </w:p>
    <w:p w:rsidR="00BE1E47" w:rsidRPr="00173D67" w:rsidRDefault="00567EC6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0" t="0" r="15875" b="28575"/>
                <wp:wrapNone/>
                <wp:docPr id="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74" w:rsidRPr="004D4BA4" w:rsidRDefault="00104074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104074" w:rsidRPr="004D4BA4" w:rsidRDefault="00104074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6" o:spid="_x0000_s1028" style="position:absolute;margin-left:228.95pt;margin-top:21.85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wti2N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104074" w:rsidRPr="004D4BA4" w:rsidRDefault="00104074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104074" w:rsidRPr="004D4BA4" w:rsidRDefault="00104074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0" t="0" r="21590" b="28575"/>
                <wp:wrapNone/>
                <wp:docPr id="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74" w:rsidRPr="004D4BA4" w:rsidRDefault="00104074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5" o:spid="_x0000_s1029" style="position:absolute;margin-left:1.9pt;margin-top:21.85pt;width:212.8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">
                <v:textbox>
                  <w:txbxContent>
                    <w:p w:rsidR="00104074" w:rsidRPr="004D4BA4" w:rsidRDefault="00104074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F45CE">
        <w:rPr>
          <w:szCs w:val="20"/>
        </w:rPr>
        <w:t>.</w:t>
      </w:r>
    </w:p>
    <w:p w:rsidR="00E038D9" w:rsidRDefault="00E038D9" w:rsidP="00BE1E47">
      <w:pPr>
        <w:rPr>
          <w:szCs w:val="20"/>
        </w:rPr>
      </w:pPr>
    </w:p>
    <w:p w:rsidR="00E038D9" w:rsidRPr="00E038D9" w:rsidRDefault="00E038D9" w:rsidP="00E038D9">
      <w:pPr>
        <w:rPr>
          <w:szCs w:val="20"/>
        </w:rPr>
      </w:pPr>
    </w:p>
    <w:p w:rsidR="00E038D9" w:rsidRPr="00E038D9" w:rsidRDefault="00E038D9" w:rsidP="00E038D9">
      <w:pPr>
        <w:rPr>
          <w:szCs w:val="20"/>
        </w:rPr>
      </w:pPr>
    </w:p>
    <w:p w:rsidR="00E038D9" w:rsidRPr="00E038D9" w:rsidRDefault="00E038D9" w:rsidP="00E038D9">
      <w:pPr>
        <w:rPr>
          <w:szCs w:val="20"/>
        </w:rPr>
      </w:pPr>
    </w:p>
    <w:p w:rsidR="00E038D9" w:rsidRDefault="00E038D9" w:rsidP="00E038D9">
      <w:pPr>
        <w:rPr>
          <w:szCs w:val="20"/>
        </w:rPr>
      </w:pPr>
    </w:p>
    <w:p w:rsidR="009652C8" w:rsidRDefault="00567EC6" w:rsidP="00E038D9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5226050</wp:posOffset>
                </wp:positionH>
                <wp:positionV relativeFrom="paragraph">
                  <wp:posOffset>140970</wp:posOffset>
                </wp:positionV>
                <wp:extent cx="180975" cy="180340"/>
                <wp:effectExtent l="6350" t="7620" r="12700" b="1206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38D9" w:rsidRDefault="00E038D9" w:rsidP="00E038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11.5pt;margin-top:11.1pt;width:14.25pt;height:1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">
                <v:textbox>
                  <w:txbxContent>
                    <w:p w:rsidR="00E038D9" w:rsidRDefault="00E038D9" w:rsidP="00E038D9"/>
                  </w:txbxContent>
                </v:textbox>
              </v:shape>
            </w:pict>
          </mc:Fallback>
        </mc:AlternateContent>
      </w:r>
    </w:p>
    <w:p w:rsidR="00E038D9" w:rsidRDefault="00E038D9" w:rsidP="00E038D9">
      <w:pPr>
        <w:rPr>
          <w:szCs w:val="20"/>
        </w:rPr>
      </w:pPr>
      <w:r>
        <w:rPr>
          <w:szCs w:val="20"/>
        </w:rPr>
        <w:t xml:space="preserve">Please tick if you are not happy for your work to be used by Pearson for training. </w:t>
      </w:r>
    </w:p>
    <w:p w:rsidR="00E038D9" w:rsidRDefault="00E038D9" w:rsidP="00E038D9">
      <w:pPr>
        <w:rPr>
          <w:szCs w:val="20"/>
        </w:rPr>
      </w:pPr>
    </w:p>
    <w:p w:rsidR="00344C65" w:rsidRDefault="00344C65" w:rsidP="00344C65">
      <w:pPr>
        <w:tabs>
          <w:tab w:val="right" w:pos="975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Marks Awarded for Entry 3 –</w:t>
      </w:r>
      <w:r w:rsidRPr="00B40BEB">
        <w:rPr>
          <w:b/>
          <w:sz w:val="28"/>
          <w:szCs w:val="28"/>
        </w:rPr>
        <w:t>Marking Grid</w:t>
      </w:r>
    </w:p>
    <w:p w:rsidR="00344C65" w:rsidRDefault="00344C65" w:rsidP="00344C65">
      <w:pPr>
        <w:tabs>
          <w:tab w:val="right" w:pos="9752"/>
        </w:tabs>
        <w:rPr>
          <w:b/>
          <w:szCs w:val="20"/>
        </w:rPr>
      </w:pPr>
    </w:p>
    <w:p w:rsidR="00344C65" w:rsidRPr="00995F0E" w:rsidRDefault="00344C65" w:rsidP="00344C65">
      <w:pPr>
        <w:tabs>
          <w:tab w:val="right" w:pos="9752"/>
        </w:tabs>
        <w:rPr>
          <w:b/>
          <w:szCs w:val="20"/>
        </w:rPr>
      </w:pPr>
      <w:r>
        <w:rPr>
          <w:b/>
          <w:szCs w:val="20"/>
        </w:rPr>
        <w:t>Please complete the following:</w:t>
      </w:r>
    </w:p>
    <w:p w:rsidR="00344C65" w:rsidRDefault="00344C65" w:rsidP="00344C65">
      <w:pPr>
        <w:rPr>
          <w:szCs w:val="20"/>
        </w:rPr>
      </w:pPr>
    </w:p>
    <w:tbl>
      <w:tblPr>
        <w:tblW w:w="3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0"/>
        <w:gridCol w:w="1382"/>
        <w:gridCol w:w="76"/>
        <w:gridCol w:w="1235"/>
      </w:tblGrid>
      <w:tr w:rsidR="00344C65" w:rsidTr="00087BEC">
        <w:trPr>
          <w:trHeight w:val="447"/>
        </w:trPr>
        <w:tc>
          <w:tcPr>
            <w:tcW w:w="1240" w:type="dxa"/>
            <w:shd w:val="clear" w:color="auto" w:fill="F2F2F2"/>
            <w:vAlign w:val="center"/>
          </w:tcPr>
          <w:p w:rsidR="00344C65" w:rsidRPr="00677BEB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b/>
                <w:szCs w:val="20"/>
              </w:rPr>
            </w:pPr>
            <w:r w:rsidRPr="00677BEB">
              <w:rPr>
                <w:rFonts w:cs="Trebuchet MS"/>
                <w:b/>
                <w:szCs w:val="20"/>
              </w:rPr>
              <w:t>Question</w:t>
            </w:r>
          </w:p>
        </w:tc>
        <w:tc>
          <w:tcPr>
            <w:tcW w:w="1458" w:type="dxa"/>
            <w:gridSpan w:val="2"/>
            <w:shd w:val="clear" w:color="auto" w:fill="F2F2F2"/>
            <w:vAlign w:val="center"/>
          </w:tcPr>
          <w:p w:rsidR="00344C65" w:rsidRPr="00677BEB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b/>
                <w:szCs w:val="20"/>
              </w:rPr>
            </w:pPr>
            <w:r w:rsidRPr="00677BEB">
              <w:rPr>
                <w:rFonts w:cs="Trebuchet MS"/>
                <w:b/>
                <w:szCs w:val="20"/>
              </w:rPr>
              <w:t>Marks available</w:t>
            </w:r>
          </w:p>
        </w:tc>
        <w:tc>
          <w:tcPr>
            <w:tcW w:w="1235" w:type="dxa"/>
            <w:shd w:val="clear" w:color="auto" w:fill="F2F2F2"/>
            <w:vAlign w:val="center"/>
          </w:tcPr>
          <w:p w:rsidR="00344C65" w:rsidRPr="00677BEB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b/>
                <w:szCs w:val="20"/>
                <w:lang w:eastAsia="en-US"/>
              </w:rPr>
            </w:pPr>
            <w:r w:rsidRPr="00677BEB">
              <w:rPr>
                <w:rFonts w:cs="Trebuchet MS"/>
                <w:b/>
                <w:szCs w:val="20"/>
                <w:lang w:eastAsia="en-US"/>
              </w:rPr>
              <w:t>Marks given</w:t>
            </w:r>
          </w:p>
        </w:tc>
      </w:tr>
      <w:tr w:rsidR="00344C65" w:rsidTr="00087BEC">
        <w:trPr>
          <w:trHeight w:val="447"/>
        </w:trPr>
        <w:tc>
          <w:tcPr>
            <w:tcW w:w="3933" w:type="dxa"/>
            <w:gridSpan w:val="4"/>
            <w:shd w:val="clear" w:color="auto" w:fill="F2F2F2"/>
            <w:vAlign w:val="center"/>
            <w:hideMark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  <w:r>
              <w:rPr>
                <w:rFonts w:cs="Trebuchet MS"/>
                <w:b/>
                <w:szCs w:val="20"/>
              </w:rPr>
              <w:t>GETTING READY</w:t>
            </w:r>
          </w:p>
        </w:tc>
      </w:tr>
      <w:tr w:rsidR="00344C65" w:rsidTr="00087BEC">
        <w:trPr>
          <w:trHeight w:val="70"/>
        </w:trPr>
        <w:tc>
          <w:tcPr>
            <w:tcW w:w="1240" w:type="dxa"/>
            <w:vAlign w:val="center"/>
            <w:hideMark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en-US"/>
              </w:rPr>
            </w:pPr>
            <w:r>
              <w:rPr>
                <w:rFonts w:cs="Arial"/>
                <w:szCs w:val="20"/>
                <w:lang w:eastAsia="en-US"/>
              </w:rPr>
              <w:t>1</w:t>
            </w:r>
          </w:p>
        </w:tc>
        <w:tc>
          <w:tcPr>
            <w:tcW w:w="1458" w:type="dxa"/>
            <w:gridSpan w:val="2"/>
            <w:vAlign w:val="center"/>
            <w:hideMark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</w:rPr>
              <w:t>(2)</w:t>
            </w:r>
          </w:p>
        </w:tc>
        <w:tc>
          <w:tcPr>
            <w:tcW w:w="1235" w:type="dxa"/>
            <w:vAlign w:val="center"/>
            <w:hideMark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</w:p>
        </w:tc>
      </w:tr>
      <w:tr w:rsidR="00344C65" w:rsidTr="00087BEC">
        <w:trPr>
          <w:trHeight w:val="791"/>
        </w:trPr>
        <w:tc>
          <w:tcPr>
            <w:tcW w:w="1240" w:type="dxa"/>
            <w:vAlign w:val="center"/>
            <w:hideMark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2</w:t>
            </w:r>
          </w:p>
        </w:tc>
        <w:tc>
          <w:tcPr>
            <w:tcW w:w="1458" w:type="dxa"/>
            <w:gridSpan w:val="2"/>
            <w:vAlign w:val="center"/>
            <w:hideMark/>
          </w:tcPr>
          <w:p w:rsidR="00344C65" w:rsidRPr="008910CA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8910CA">
              <w:rPr>
                <w:rFonts w:cs="Trebuchet MS"/>
                <w:szCs w:val="20"/>
                <w:lang w:eastAsia="en-US"/>
              </w:rPr>
              <w:t>(1)</w:t>
            </w:r>
          </w:p>
        </w:tc>
        <w:tc>
          <w:tcPr>
            <w:tcW w:w="1235" w:type="dxa"/>
            <w:vAlign w:val="center"/>
            <w:hideMark/>
          </w:tcPr>
          <w:p w:rsidR="00344C65" w:rsidRPr="008910CA" w:rsidRDefault="00344C65" w:rsidP="00087BEC">
            <w:pPr>
              <w:spacing w:beforeLines="60" w:before="144" w:afterLines="60" w:after="144"/>
              <w:rPr>
                <w:rFonts w:cs="Trebuchet MS"/>
                <w:szCs w:val="20"/>
                <w:lang w:eastAsia="en-US"/>
              </w:rPr>
            </w:pPr>
          </w:p>
        </w:tc>
      </w:tr>
      <w:tr w:rsidR="00344C65" w:rsidTr="00087BEC">
        <w:trPr>
          <w:trHeight w:val="447"/>
        </w:trPr>
        <w:tc>
          <w:tcPr>
            <w:tcW w:w="3933" w:type="dxa"/>
            <w:gridSpan w:val="4"/>
            <w:shd w:val="clear" w:color="auto" w:fill="F2F2F2"/>
            <w:vAlign w:val="center"/>
            <w:hideMark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  <w:r>
              <w:rPr>
                <w:rFonts w:cs="Trebuchet MS"/>
                <w:b/>
                <w:szCs w:val="20"/>
              </w:rPr>
              <w:t>DURING THE TASK</w:t>
            </w:r>
          </w:p>
        </w:tc>
      </w:tr>
      <w:tr w:rsidR="00344C65" w:rsidTr="00087BEC">
        <w:trPr>
          <w:trHeight w:val="565"/>
        </w:trPr>
        <w:tc>
          <w:tcPr>
            <w:tcW w:w="1240" w:type="dxa"/>
            <w:vAlign w:val="center"/>
            <w:hideMark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1</w:t>
            </w:r>
          </w:p>
        </w:tc>
        <w:tc>
          <w:tcPr>
            <w:tcW w:w="1458" w:type="dxa"/>
            <w:gridSpan w:val="2"/>
            <w:vAlign w:val="center"/>
            <w:hideMark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(4)</w:t>
            </w:r>
          </w:p>
        </w:tc>
        <w:tc>
          <w:tcPr>
            <w:tcW w:w="1235" w:type="dxa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3933" w:type="dxa"/>
            <w:gridSpan w:val="4"/>
            <w:shd w:val="clear" w:color="auto" w:fill="F2F2F2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  <w:r>
              <w:rPr>
                <w:rFonts w:cs="Trebuchet MS"/>
                <w:b/>
                <w:szCs w:val="20"/>
                <w:lang w:eastAsia="en-US"/>
              </w:rPr>
              <w:t>WORK OUT THE TOTAL COST</w:t>
            </w: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8910CA">
              <w:rPr>
                <w:rFonts w:cs="Trebuchet MS"/>
                <w:szCs w:val="20"/>
                <w:lang w:eastAsia="en-US"/>
              </w:rPr>
              <w:t>1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(2</w:t>
            </w:r>
            <w:r w:rsidRPr="008910CA">
              <w:rPr>
                <w:rFonts w:cs="Trebuchet MS"/>
                <w:szCs w:val="20"/>
                <w:lang w:eastAsia="en-US"/>
              </w:rPr>
              <w:t>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8910CA">
              <w:rPr>
                <w:rFonts w:cs="Trebuchet MS"/>
                <w:szCs w:val="20"/>
                <w:lang w:eastAsia="en-US"/>
              </w:rPr>
              <w:t>2</w:t>
            </w:r>
            <w:r>
              <w:rPr>
                <w:rFonts w:cs="Trebuchet MS"/>
                <w:szCs w:val="20"/>
                <w:lang w:eastAsia="en-US"/>
              </w:rPr>
              <w:t>(a)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(1)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2(b)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(1)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3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(2)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3933" w:type="dxa"/>
            <w:gridSpan w:val="4"/>
            <w:shd w:val="clear" w:color="auto" w:fill="F2F2F2"/>
            <w:vAlign w:val="center"/>
          </w:tcPr>
          <w:p w:rsidR="00344C65" w:rsidRPr="008910CA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  <w:r>
              <w:rPr>
                <w:rFonts w:cs="Trebuchet MS"/>
                <w:b/>
                <w:szCs w:val="20"/>
                <w:lang w:eastAsia="en-US"/>
              </w:rPr>
              <w:t>FINISH THE ADVERT</w:t>
            </w: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Pr="00040034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1(a)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Pr="00040034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(4</w:t>
            </w:r>
            <w:r w:rsidRPr="00040034">
              <w:rPr>
                <w:rFonts w:cs="Trebuchet MS"/>
                <w:szCs w:val="20"/>
                <w:lang w:eastAsia="en-US"/>
              </w:rPr>
              <w:t>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Pr="00040034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1(b)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Pr="004D172B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4D172B">
              <w:rPr>
                <w:rFonts w:cs="Trebuchet MS"/>
                <w:szCs w:val="20"/>
                <w:lang w:eastAsia="en-US"/>
              </w:rPr>
              <w:t>(2)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1(c)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Pr="004D172B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(4)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2F2F2"/>
            <w:vAlign w:val="center"/>
          </w:tcPr>
          <w:p w:rsidR="00344C65" w:rsidRPr="00801F22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  <w:r w:rsidRPr="00801F22">
              <w:rPr>
                <w:rFonts w:cs="Trebuchet MS"/>
                <w:b/>
                <w:szCs w:val="20"/>
                <w:lang w:eastAsia="en-US"/>
              </w:rPr>
              <w:lastRenderedPageBreak/>
              <w:t>Question</w:t>
            </w:r>
          </w:p>
        </w:tc>
        <w:tc>
          <w:tcPr>
            <w:tcW w:w="1458" w:type="dxa"/>
            <w:gridSpan w:val="2"/>
            <w:shd w:val="clear" w:color="auto" w:fill="F2F2F2"/>
            <w:vAlign w:val="center"/>
          </w:tcPr>
          <w:p w:rsidR="00344C65" w:rsidRPr="00801F22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b/>
                <w:szCs w:val="20"/>
                <w:lang w:eastAsia="en-US"/>
              </w:rPr>
            </w:pPr>
            <w:r w:rsidRPr="00801F22">
              <w:rPr>
                <w:rFonts w:cs="Trebuchet MS"/>
                <w:b/>
                <w:szCs w:val="20"/>
                <w:lang w:eastAsia="en-US"/>
              </w:rPr>
              <w:t>Marks Available</w:t>
            </w:r>
          </w:p>
        </w:tc>
        <w:tc>
          <w:tcPr>
            <w:tcW w:w="1235" w:type="dxa"/>
            <w:shd w:val="clear" w:color="auto" w:fill="F2F2F2"/>
            <w:vAlign w:val="center"/>
          </w:tcPr>
          <w:p w:rsidR="00344C65" w:rsidRPr="00677BEB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b/>
                <w:szCs w:val="20"/>
                <w:lang w:eastAsia="en-US"/>
              </w:rPr>
            </w:pPr>
            <w:r w:rsidRPr="00677BEB">
              <w:rPr>
                <w:rFonts w:cs="Trebuchet MS"/>
                <w:b/>
                <w:szCs w:val="20"/>
                <w:lang w:eastAsia="en-US"/>
              </w:rPr>
              <w:t>Marks given</w:t>
            </w:r>
          </w:p>
        </w:tc>
      </w:tr>
      <w:tr w:rsidR="00344C65" w:rsidTr="00087BEC">
        <w:trPr>
          <w:trHeight w:val="565"/>
        </w:trPr>
        <w:tc>
          <w:tcPr>
            <w:tcW w:w="3933" w:type="dxa"/>
            <w:gridSpan w:val="4"/>
            <w:shd w:val="clear" w:color="auto" w:fill="F2F2F2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  <w:r>
              <w:rPr>
                <w:rFonts w:cs="Trebuchet MS"/>
                <w:b/>
                <w:szCs w:val="20"/>
                <w:lang w:eastAsia="en-US"/>
              </w:rPr>
              <w:t>FINISH THE ADVERT (CONT.)</w:t>
            </w: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2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(1)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Pr="00040034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3(a)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Pr="004D172B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(4)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3(b)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Pr="004D172B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(1)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3(c)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(1)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4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(1)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3933" w:type="dxa"/>
            <w:gridSpan w:val="4"/>
            <w:shd w:val="clear" w:color="auto" w:fill="F2F2F2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  <w:r>
              <w:rPr>
                <w:rFonts w:cs="Trebuchet MS"/>
                <w:b/>
                <w:szCs w:val="20"/>
                <w:lang w:eastAsia="en-US"/>
              </w:rPr>
              <w:t xml:space="preserve">SEND A MESSAGE </w:t>
            </w:r>
          </w:p>
        </w:tc>
      </w:tr>
      <w:tr w:rsidR="00344C65" w:rsidTr="00087BEC">
        <w:trPr>
          <w:trHeight w:val="637"/>
        </w:trPr>
        <w:tc>
          <w:tcPr>
            <w:tcW w:w="1240" w:type="dxa"/>
            <w:shd w:val="clear" w:color="auto" w:fill="FFFFFF"/>
            <w:vAlign w:val="center"/>
          </w:tcPr>
          <w:p w:rsidR="00344C65" w:rsidRPr="00040034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040034">
              <w:rPr>
                <w:rFonts w:cs="Trebuchet MS"/>
                <w:szCs w:val="20"/>
                <w:lang w:eastAsia="en-US"/>
              </w:rPr>
              <w:t>1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344C65" w:rsidRPr="00040034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040034">
              <w:rPr>
                <w:rFonts w:cs="Trebuchet MS"/>
                <w:szCs w:val="20"/>
                <w:lang w:eastAsia="en-US"/>
              </w:rPr>
              <w:t>(1)</w:t>
            </w:r>
          </w:p>
        </w:tc>
        <w:tc>
          <w:tcPr>
            <w:tcW w:w="1311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636"/>
        </w:trPr>
        <w:tc>
          <w:tcPr>
            <w:tcW w:w="1240" w:type="dxa"/>
            <w:shd w:val="clear" w:color="auto" w:fill="FFFFFF"/>
            <w:vAlign w:val="center"/>
          </w:tcPr>
          <w:p w:rsidR="00344C65" w:rsidRPr="00040034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040034">
              <w:rPr>
                <w:rFonts w:cs="Trebuchet MS"/>
                <w:szCs w:val="20"/>
                <w:lang w:eastAsia="en-US"/>
              </w:rPr>
              <w:t>2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344C65" w:rsidRPr="00995F0E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(1</w:t>
            </w:r>
            <w:r w:rsidRPr="00995F0E">
              <w:rPr>
                <w:rFonts w:cs="Trebuchet MS"/>
                <w:szCs w:val="20"/>
                <w:lang w:eastAsia="en-US"/>
              </w:rPr>
              <w:t>)</w:t>
            </w:r>
          </w:p>
        </w:tc>
        <w:tc>
          <w:tcPr>
            <w:tcW w:w="1311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636"/>
        </w:trPr>
        <w:tc>
          <w:tcPr>
            <w:tcW w:w="1240" w:type="dxa"/>
            <w:shd w:val="clear" w:color="auto" w:fill="FFFFFF"/>
            <w:vAlign w:val="center"/>
          </w:tcPr>
          <w:p w:rsidR="00344C65" w:rsidRPr="00040034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040034">
              <w:rPr>
                <w:rFonts w:cs="Trebuchet MS"/>
                <w:szCs w:val="20"/>
                <w:lang w:eastAsia="en-US"/>
              </w:rPr>
              <w:t>3</w:t>
            </w:r>
            <w:r>
              <w:rPr>
                <w:rFonts w:cs="Trebuchet MS"/>
                <w:szCs w:val="20"/>
                <w:lang w:eastAsia="en-US"/>
              </w:rPr>
              <w:t>(a)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344C65" w:rsidRPr="00801F22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801F22">
              <w:rPr>
                <w:rFonts w:cs="Trebuchet MS"/>
                <w:szCs w:val="20"/>
                <w:lang w:eastAsia="en-US"/>
              </w:rPr>
              <w:t>(2)</w:t>
            </w:r>
          </w:p>
        </w:tc>
        <w:tc>
          <w:tcPr>
            <w:tcW w:w="1311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636"/>
        </w:trPr>
        <w:tc>
          <w:tcPr>
            <w:tcW w:w="1240" w:type="dxa"/>
            <w:shd w:val="clear" w:color="auto" w:fill="FFFFFF"/>
            <w:vAlign w:val="center"/>
          </w:tcPr>
          <w:p w:rsidR="00344C65" w:rsidRPr="00040034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3(b)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344C65" w:rsidRPr="00801F22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 w:rsidRPr="00801F22">
              <w:rPr>
                <w:rFonts w:cs="Trebuchet MS"/>
                <w:szCs w:val="20"/>
                <w:lang w:eastAsia="en-US"/>
              </w:rPr>
              <w:t>(2)</w:t>
            </w:r>
          </w:p>
        </w:tc>
        <w:tc>
          <w:tcPr>
            <w:tcW w:w="1311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636"/>
        </w:trPr>
        <w:tc>
          <w:tcPr>
            <w:tcW w:w="1240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3(c)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344C65" w:rsidRPr="00801F22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(1)</w:t>
            </w:r>
          </w:p>
        </w:tc>
        <w:tc>
          <w:tcPr>
            <w:tcW w:w="1311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636"/>
        </w:trPr>
        <w:tc>
          <w:tcPr>
            <w:tcW w:w="1240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4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szCs w:val="20"/>
                <w:lang w:eastAsia="en-US"/>
              </w:rPr>
            </w:pPr>
            <w:r>
              <w:rPr>
                <w:rFonts w:cs="Trebuchet MS"/>
                <w:szCs w:val="20"/>
                <w:lang w:eastAsia="en-US"/>
              </w:rPr>
              <w:t>(2)</w:t>
            </w:r>
          </w:p>
        </w:tc>
        <w:tc>
          <w:tcPr>
            <w:tcW w:w="1311" w:type="dxa"/>
            <w:gridSpan w:val="2"/>
            <w:shd w:val="clear" w:color="auto" w:fill="FFFFFF"/>
            <w:vAlign w:val="center"/>
          </w:tcPr>
          <w:p w:rsidR="00344C65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  <w:tr w:rsidR="00344C65" w:rsidTr="00087BEC">
        <w:trPr>
          <w:trHeight w:val="565"/>
        </w:trPr>
        <w:tc>
          <w:tcPr>
            <w:tcW w:w="1240" w:type="dxa"/>
            <w:shd w:val="clear" w:color="auto" w:fill="F2F2F2"/>
            <w:vAlign w:val="center"/>
          </w:tcPr>
          <w:p w:rsidR="00344C65" w:rsidRPr="0066355A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b/>
                <w:szCs w:val="20"/>
                <w:lang w:eastAsia="en-US"/>
              </w:rPr>
            </w:pPr>
            <w:r w:rsidRPr="0066355A">
              <w:rPr>
                <w:rFonts w:cs="Trebuchet MS"/>
                <w:b/>
                <w:szCs w:val="20"/>
                <w:lang w:eastAsia="en-US"/>
              </w:rPr>
              <w:t>TOTALS</w:t>
            </w:r>
          </w:p>
        </w:tc>
        <w:tc>
          <w:tcPr>
            <w:tcW w:w="1382" w:type="dxa"/>
            <w:shd w:val="clear" w:color="auto" w:fill="F2F2F2"/>
            <w:vAlign w:val="center"/>
          </w:tcPr>
          <w:p w:rsidR="00344C65" w:rsidRPr="0066355A" w:rsidRDefault="00344C65" w:rsidP="00087BEC">
            <w:pPr>
              <w:spacing w:beforeLines="60" w:before="144" w:afterLines="60" w:after="144"/>
              <w:jc w:val="center"/>
              <w:rPr>
                <w:rFonts w:cs="Trebuchet MS"/>
                <w:b/>
                <w:szCs w:val="20"/>
                <w:lang w:eastAsia="en-US"/>
              </w:rPr>
            </w:pPr>
            <w:r>
              <w:rPr>
                <w:rFonts w:cs="Trebuchet MS"/>
                <w:b/>
                <w:szCs w:val="20"/>
                <w:lang w:eastAsia="en-US"/>
              </w:rPr>
              <w:t>(4</w:t>
            </w:r>
            <w:r w:rsidRPr="0066355A">
              <w:rPr>
                <w:rFonts w:cs="Trebuchet MS"/>
                <w:b/>
                <w:szCs w:val="20"/>
                <w:lang w:eastAsia="en-US"/>
              </w:rPr>
              <w:t>0)</w:t>
            </w:r>
          </w:p>
        </w:tc>
        <w:tc>
          <w:tcPr>
            <w:tcW w:w="1311" w:type="dxa"/>
            <w:gridSpan w:val="2"/>
            <w:shd w:val="clear" w:color="auto" w:fill="FFFFFF"/>
            <w:vAlign w:val="center"/>
          </w:tcPr>
          <w:p w:rsidR="00344C65" w:rsidRPr="0066355A" w:rsidRDefault="00344C65" w:rsidP="00087BEC">
            <w:pPr>
              <w:spacing w:beforeLines="60" w:before="144" w:afterLines="60" w:after="144"/>
              <w:rPr>
                <w:rFonts w:cs="Trebuchet MS"/>
                <w:b/>
                <w:szCs w:val="20"/>
                <w:lang w:eastAsia="en-US"/>
              </w:rPr>
            </w:pPr>
          </w:p>
        </w:tc>
      </w:tr>
    </w:tbl>
    <w:p w:rsidR="00344C65" w:rsidRPr="00040034" w:rsidRDefault="00344C65" w:rsidP="00344C65">
      <w:pPr>
        <w:rPr>
          <w:szCs w:val="20"/>
        </w:rPr>
      </w:pPr>
    </w:p>
    <w:p w:rsidR="00344C65" w:rsidRPr="00E038D9" w:rsidRDefault="00344C65" w:rsidP="00E038D9">
      <w:pPr>
        <w:rPr>
          <w:szCs w:val="20"/>
        </w:rPr>
      </w:pPr>
    </w:p>
    <w:sectPr w:rsidR="00344C65" w:rsidRPr="00E038D9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2D3" w:rsidRDefault="003452D3">
      <w:r>
        <w:separator/>
      </w:r>
    </w:p>
  </w:endnote>
  <w:endnote w:type="continuationSeparator" w:id="0">
    <w:p w:rsidR="003452D3" w:rsidRDefault="0034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074" w:rsidRDefault="00104074" w:rsidP="009A3AD4">
    <w:pPr>
      <w:pStyle w:val="Legalinformation"/>
    </w:pPr>
  </w:p>
  <w:p w:rsidR="00104074" w:rsidRPr="00763A40" w:rsidRDefault="00104074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2D3" w:rsidRDefault="003452D3">
      <w:r>
        <w:separator/>
      </w:r>
    </w:p>
  </w:footnote>
  <w:footnote w:type="continuationSeparator" w:id="0">
    <w:p w:rsidR="003452D3" w:rsidRDefault="00345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104074" w:rsidRPr="00934BE8">
      <w:trPr>
        <w:trHeight w:hRule="exact" w:val="794"/>
      </w:trPr>
      <w:tc>
        <w:tcPr>
          <w:tcW w:w="11340" w:type="dxa"/>
        </w:tcPr>
        <w:p w:rsidR="00104074" w:rsidRDefault="00913084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200900" cy="504825"/>
                <wp:effectExtent l="19050" t="0" r="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04074" w:rsidRDefault="0010407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104074" w:rsidRPr="00E969ED">
      <w:trPr>
        <w:trHeight w:hRule="exact" w:val="794"/>
      </w:trPr>
      <w:tc>
        <w:tcPr>
          <w:tcW w:w="11340" w:type="dxa"/>
        </w:tcPr>
        <w:p w:rsidR="00104074" w:rsidRDefault="00913084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200900" cy="504825"/>
                <wp:effectExtent l="19050" t="0" r="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04074" w:rsidRPr="00934BE8">
      <w:trPr>
        <w:trHeight w:hRule="exact" w:val="794"/>
      </w:trPr>
      <w:tc>
        <w:tcPr>
          <w:tcW w:w="11340" w:type="dxa"/>
        </w:tcPr>
        <w:p w:rsidR="00104074" w:rsidRDefault="00104074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104074" w:rsidRDefault="00104074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F0E3C"/>
    <w:multiLevelType w:val="hybridMultilevel"/>
    <w:tmpl w:val="D924C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E60818"/>
    <w:multiLevelType w:val="hybridMultilevel"/>
    <w:tmpl w:val="67742A3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E559B"/>
    <w:multiLevelType w:val="hybridMultilevel"/>
    <w:tmpl w:val="D8AA8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EE7B14"/>
    <w:multiLevelType w:val="hybridMultilevel"/>
    <w:tmpl w:val="0E4E1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10589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0F01ED"/>
    <w:rsid w:val="00104074"/>
    <w:rsid w:val="001063C1"/>
    <w:rsid w:val="00106B84"/>
    <w:rsid w:val="00110456"/>
    <w:rsid w:val="001205CD"/>
    <w:rsid w:val="001249BD"/>
    <w:rsid w:val="00133F93"/>
    <w:rsid w:val="00134EFB"/>
    <w:rsid w:val="00137ED5"/>
    <w:rsid w:val="00140458"/>
    <w:rsid w:val="001451FE"/>
    <w:rsid w:val="0014781F"/>
    <w:rsid w:val="00170D4B"/>
    <w:rsid w:val="00173D67"/>
    <w:rsid w:val="001C70BB"/>
    <w:rsid w:val="001D0580"/>
    <w:rsid w:val="001D064E"/>
    <w:rsid w:val="001D339F"/>
    <w:rsid w:val="001E0966"/>
    <w:rsid w:val="001F20F2"/>
    <w:rsid w:val="001F3654"/>
    <w:rsid w:val="001F679D"/>
    <w:rsid w:val="0020098C"/>
    <w:rsid w:val="00201A13"/>
    <w:rsid w:val="00213B6B"/>
    <w:rsid w:val="0022090A"/>
    <w:rsid w:val="002251C8"/>
    <w:rsid w:val="00234823"/>
    <w:rsid w:val="002357F6"/>
    <w:rsid w:val="0023783A"/>
    <w:rsid w:val="00241E43"/>
    <w:rsid w:val="002470F4"/>
    <w:rsid w:val="002922B6"/>
    <w:rsid w:val="00295758"/>
    <w:rsid w:val="002B0972"/>
    <w:rsid w:val="002B0F7B"/>
    <w:rsid w:val="002B6F7B"/>
    <w:rsid w:val="002F6538"/>
    <w:rsid w:val="0031094B"/>
    <w:rsid w:val="003221CA"/>
    <w:rsid w:val="0032499B"/>
    <w:rsid w:val="003251A1"/>
    <w:rsid w:val="00333122"/>
    <w:rsid w:val="00333E4D"/>
    <w:rsid w:val="00341056"/>
    <w:rsid w:val="00344C65"/>
    <w:rsid w:val="003452D3"/>
    <w:rsid w:val="00366399"/>
    <w:rsid w:val="00373CAF"/>
    <w:rsid w:val="00377E6C"/>
    <w:rsid w:val="003824FC"/>
    <w:rsid w:val="0038550A"/>
    <w:rsid w:val="00393A26"/>
    <w:rsid w:val="003A7887"/>
    <w:rsid w:val="003A7C42"/>
    <w:rsid w:val="003D01D1"/>
    <w:rsid w:val="003D6576"/>
    <w:rsid w:val="003E2F89"/>
    <w:rsid w:val="003F3960"/>
    <w:rsid w:val="00405ABB"/>
    <w:rsid w:val="004151DC"/>
    <w:rsid w:val="00415F51"/>
    <w:rsid w:val="00420779"/>
    <w:rsid w:val="00430D88"/>
    <w:rsid w:val="00446EA0"/>
    <w:rsid w:val="00464A54"/>
    <w:rsid w:val="00473839"/>
    <w:rsid w:val="00473BC3"/>
    <w:rsid w:val="0047791F"/>
    <w:rsid w:val="00482A2E"/>
    <w:rsid w:val="00485D0B"/>
    <w:rsid w:val="00493603"/>
    <w:rsid w:val="004E1071"/>
    <w:rsid w:val="004E447B"/>
    <w:rsid w:val="004E5C86"/>
    <w:rsid w:val="00520E3E"/>
    <w:rsid w:val="00523794"/>
    <w:rsid w:val="00531524"/>
    <w:rsid w:val="00531E6B"/>
    <w:rsid w:val="00531E95"/>
    <w:rsid w:val="00532402"/>
    <w:rsid w:val="005358F0"/>
    <w:rsid w:val="00535E5C"/>
    <w:rsid w:val="00542E54"/>
    <w:rsid w:val="005531DF"/>
    <w:rsid w:val="00562F33"/>
    <w:rsid w:val="00567EC6"/>
    <w:rsid w:val="00576E0D"/>
    <w:rsid w:val="00577BFE"/>
    <w:rsid w:val="00592F1F"/>
    <w:rsid w:val="0059765B"/>
    <w:rsid w:val="005B0C7F"/>
    <w:rsid w:val="005B2137"/>
    <w:rsid w:val="005C132B"/>
    <w:rsid w:val="005C32E3"/>
    <w:rsid w:val="005E41F3"/>
    <w:rsid w:val="005E5BEA"/>
    <w:rsid w:val="005F54E2"/>
    <w:rsid w:val="00601527"/>
    <w:rsid w:val="006069E3"/>
    <w:rsid w:val="006121D9"/>
    <w:rsid w:val="0062392E"/>
    <w:rsid w:val="00623E50"/>
    <w:rsid w:val="006258AC"/>
    <w:rsid w:val="0063012D"/>
    <w:rsid w:val="00630CAF"/>
    <w:rsid w:val="00631397"/>
    <w:rsid w:val="00642188"/>
    <w:rsid w:val="006601D8"/>
    <w:rsid w:val="00660FD8"/>
    <w:rsid w:val="00661EDC"/>
    <w:rsid w:val="00695865"/>
    <w:rsid w:val="006C10AB"/>
    <w:rsid w:val="006C5B17"/>
    <w:rsid w:val="006C63CC"/>
    <w:rsid w:val="006D3722"/>
    <w:rsid w:val="006D5552"/>
    <w:rsid w:val="006E4A0A"/>
    <w:rsid w:val="006F352C"/>
    <w:rsid w:val="00704DB7"/>
    <w:rsid w:val="007343EC"/>
    <w:rsid w:val="007348AA"/>
    <w:rsid w:val="00743BDE"/>
    <w:rsid w:val="00750185"/>
    <w:rsid w:val="00763A40"/>
    <w:rsid w:val="00767315"/>
    <w:rsid w:val="00773F7C"/>
    <w:rsid w:val="00783AC5"/>
    <w:rsid w:val="0079347E"/>
    <w:rsid w:val="007A1499"/>
    <w:rsid w:val="007A486F"/>
    <w:rsid w:val="007B36DA"/>
    <w:rsid w:val="007C4BAD"/>
    <w:rsid w:val="007D171E"/>
    <w:rsid w:val="007F4812"/>
    <w:rsid w:val="00824AF3"/>
    <w:rsid w:val="008267CC"/>
    <w:rsid w:val="00840A9E"/>
    <w:rsid w:val="00847DB5"/>
    <w:rsid w:val="008575F7"/>
    <w:rsid w:val="00863471"/>
    <w:rsid w:val="00863E44"/>
    <w:rsid w:val="00867EB6"/>
    <w:rsid w:val="00876013"/>
    <w:rsid w:val="00892418"/>
    <w:rsid w:val="008A0D76"/>
    <w:rsid w:val="008A5A46"/>
    <w:rsid w:val="008C6002"/>
    <w:rsid w:val="008E200F"/>
    <w:rsid w:val="008E5201"/>
    <w:rsid w:val="008E6731"/>
    <w:rsid w:val="008E6843"/>
    <w:rsid w:val="008F74A4"/>
    <w:rsid w:val="00902B95"/>
    <w:rsid w:val="00905D1C"/>
    <w:rsid w:val="00906E1C"/>
    <w:rsid w:val="00913036"/>
    <w:rsid w:val="00913084"/>
    <w:rsid w:val="00934BE8"/>
    <w:rsid w:val="0094293F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36802"/>
    <w:rsid w:val="00A4233F"/>
    <w:rsid w:val="00A47D1F"/>
    <w:rsid w:val="00A52C42"/>
    <w:rsid w:val="00A60983"/>
    <w:rsid w:val="00A63138"/>
    <w:rsid w:val="00A64C27"/>
    <w:rsid w:val="00A8132B"/>
    <w:rsid w:val="00AE0599"/>
    <w:rsid w:val="00AE11F9"/>
    <w:rsid w:val="00AE6867"/>
    <w:rsid w:val="00AF45CE"/>
    <w:rsid w:val="00AF4CCC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720B0"/>
    <w:rsid w:val="00B85572"/>
    <w:rsid w:val="00B91082"/>
    <w:rsid w:val="00B93041"/>
    <w:rsid w:val="00B94416"/>
    <w:rsid w:val="00BA18F1"/>
    <w:rsid w:val="00BB1688"/>
    <w:rsid w:val="00BB23ED"/>
    <w:rsid w:val="00BB565B"/>
    <w:rsid w:val="00BD7B3B"/>
    <w:rsid w:val="00BE039A"/>
    <w:rsid w:val="00BE1E47"/>
    <w:rsid w:val="00BE5184"/>
    <w:rsid w:val="00BE715F"/>
    <w:rsid w:val="00BF2343"/>
    <w:rsid w:val="00BF3638"/>
    <w:rsid w:val="00C0096C"/>
    <w:rsid w:val="00C05997"/>
    <w:rsid w:val="00C15079"/>
    <w:rsid w:val="00C469EA"/>
    <w:rsid w:val="00C51571"/>
    <w:rsid w:val="00C54420"/>
    <w:rsid w:val="00C6311A"/>
    <w:rsid w:val="00C644B7"/>
    <w:rsid w:val="00C83C52"/>
    <w:rsid w:val="00CA7D6A"/>
    <w:rsid w:val="00CE5640"/>
    <w:rsid w:val="00D12D0A"/>
    <w:rsid w:val="00D24BC5"/>
    <w:rsid w:val="00D267F9"/>
    <w:rsid w:val="00D27D3A"/>
    <w:rsid w:val="00D33B9A"/>
    <w:rsid w:val="00D363EE"/>
    <w:rsid w:val="00D444C9"/>
    <w:rsid w:val="00D46514"/>
    <w:rsid w:val="00D74CFF"/>
    <w:rsid w:val="00D86657"/>
    <w:rsid w:val="00D90B81"/>
    <w:rsid w:val="00DA5FDA"/>
    <w:rsid w:val="00DB6025"/>
    <w:rsid w:val="00DC075E"/>
    <w:rsid w:val="00DC54B9"/>
    <w:rsid w:val="00DE175C"/>
    <w:rsid w:val="00DE6E8B"/>
    <w:rsid w:val="00DF4B15"/>
    <w:rsid w:val="00DF4F4A"/>
    <w:rsid w:val="00E038D9"/>
    <w:rsid w:val="00E243C9"/>
    <w:rsid w:val="00E26FA4"/>
    <w:rsid w:val="00E37722"/>
    <w:rsid w:val="00E65143"/>
    <w:rsid w:val="00E701B2"/>
    <w:rsid w:val="00E75ED4"/>
    <w:rsid w:val="00E8559E"/>
    <w:rsid w:val="00EA2127"/>
    <w:rsid w:val="00EC40AB"/>
    <w:rsid w:val="00EC6D11"/>
    <w:rsid w:val="00ED2315"/>
    <w:rsid w:val="00EF0491"/>
    <w:rsid w:val="00F00A95"/>
    <w:rsid w:val="00F218AF"/>
    <w:rsid w:val="00F27135"/>
    <w:rsid w:val="00F51532"/>
    <w:rsid w:val="00F5401D"/>
    <w:rsid w:val="00F736B6"/>
    <w:rsid w:val="00F80309"/>
    <w:rsid w:val="00F82337"/>
    <w:rsid w:val="00F939FC"/>
    <w:rsid w:val="00FA1868"/>
    <w:rsid w:val="00FB461C"/>
    <w:rsid w:val="00FB79E4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8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2189</CharactersWithSpaces>
  <SharedDoc>false</SharedDoc>
  <HLinks>
    <vt:vector size="6" baseType="variant">
      <vt:variant>
        <vt:i4>2031660</vt:i4>
      </vt:variant>
      <vt:variant>
        <vt:i4>2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Rachel Edge</cp:lastModifiedBy>
  <cp:revision>10</cp:revision>
  <cp:lastPrinted>2010-10-27T10:19:00Z</cp:lastPrinted>
  <dcterms:created xsi:type="dcterms:W3CDTF">2016-07-08T17:08:00Z</dcterms:created>
  <dcterms:modified xsi:type="dcterms:W3CDTF">2016-09-05T11:40:00Z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